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Протокол результатов школьного этапа всероссийской олимпиады школьников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 </w:t>
      </w:r>
      <w:r>
        <w:rPr>
          <w:rFonts w:cs="Times New Roman" w:ascii="Times New Roman" w:hAnsi="Times New Roman"/>
          <w:b/>
          <w:bCs/>
          <w:color w:val="auto"/>
        </w:rPr>
        <w:t xml:space="preserve">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  <w:color w:val="auto"/>
        </w:rPr>
        <w:t>«Информатика»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2025-2026 учебный год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Рейтинговый список участников школьного этапа олимпиады по предмету:</w:t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2"/>
        <w:gridCol w:w="4088"/>
        <w:gridCol w:w="2108"/>
        <w:gridCol w:w="2346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Класс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ФИО участника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Количество набранных баллов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Результат участия</w:t>
            </w:r>
          </w:p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Семёнова Рената Сергеевна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23 из 65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Чубаров Андрей Евгеньевич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27 из 65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7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Чураков Тимур Олегович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36 из 65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11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Пустынская Мария Дмитриевна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300 из 500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/>
              <w:t>Призёр</w:t>
            </w:r>
          </w:p>
        </w:tc>
      </w:tr>
    </w:tbl>
    <w:p>
      <w:pPr>
        <w:pStyle w:val="Normal"/>
        <w:spacing w:before="0" w:after="0"/>
        <w:ind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54"/>
        <w:gridCol w:w="960"/>
        <w:gridCol w:w="900"/>
        <w:gridCol w:w="916"/>
        <w:gridCol w:w="794"/>
        <w:gridCol w:w="840"/>
        <w:gridCol w:w="796"/>
        <w:gridCol w:w="799"/>
        <w:gridCol w:w="865"/>
      </w:tblGrid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 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 кл.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кл.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 кл.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 кл.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 кл.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10кл.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 кл.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участников школьного этапа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победителей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призеров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</w:tr>
    </w:tbl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rFonts w:cs="Times New Roman" w:ascii="Times New Roman" w:hAnsi="Times New Roman"/>
          <w:i/>
          <w:iCs/>
          <w:color w:val="auto"/>
        </w:rPr>
        <w:t>«Информатика и ИКТ»</w:t>
      </w:r>
      <w:r>
        <w:rPr>
          <w:rFonts w:cs="Times New Roman" w:ascii="Times New Roman" w:hAnsi="Times New Roman"/>
          <w:color w:val="auto"/>
        </w:rPr>
        <w:t xml:space="preserve"> следующих обучающихся: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1) Чураков Тимур Олегович, 7б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2) Пустынская Мария Дмитриевна, 11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Учитель: Демидович Э.А., Дегтярёва Н.Н.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paragraph" w:styleId="ListParagraph">
    <w:name w:val="List Paragraph"/>
    <w:basedOn w:val="Standard"/>
    <w:qFormat/>
    <w:rsid w:val="001367fd"/>
    <w:pPr>
      <w:spacing w:before="0" w:after="200"/>
      <w:ind w:left="720"/>
      <w:contextualSpacing/>
    </w:pPr>
    <w:rPr/>
  </w:style>
  <w:style w:type="paragraph" w:styleId="Style16" w:customStyle="1">
    <w:name w:val="Содержимое таблицы"/>
    <w:basedOn w:val="Standard"/>
    <w:qFormat/>
    <w:rsid w:val="001367fd"/>
    <w:pPr>
      <w:suppressLineNumbers/>
    </w:pPr>
    <w:rPr/>
  </w:style>
  <w:style w:type="paragraph" w:styleId="Style17" w:customStyle="1">
    <w:name w:val="Заголовок таблицы"/>
    <w:basedOn w:val="Style16"/>
    <w:qFormat/>
    <w:rsid w:val="001367fd"/>
    <w:pPr>
      <w:jc w:val="center"/>
    </w:pPr>
    <w:rPr>
      <w:b/>
      <w:bCs/>
    </w:rPr>
  </w:style>
  <w:style w:type="paragraph" w:styleId="user2">
    <w:name w:val="Содержимое таблицы (user)"/>
    <w:basedOn w:val="Normal"/>
    <w:qFormat/>
    <w:pPr>
      <w:widowControl w:val="false"/>
      <w:suppressLineNumbers/>
    </w:pPr>
    <w:rPr/>
  </w:style>
  <w:style w:type="paragraph" w:styleId="user3">
    <w:name w:val="Заголовок таблицы (user)"/>
    <w:basedOn w:val="user2"/>
    <w:qFormat/>
    <w:pPr>
      <w:suppressLineNumbers/>
      <w:jc w:val="center"/>
    </w:pPr>
    <w:rPr>
      <w:b/>
      <w:bCs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0237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Протокола проведения ВсОШ по предмету на школьном этапе.dot</Template>
  <TotalTime>58</TotalTime>
  <Application>LibreOffice/25.2.6.2$Windows_X86_64 LibreOffice_project/729c5bfe710f5eb71ed3bbde9e06a6065e9c6c5d</Application>
  <AppVersion>15.0000</AppVersion>
  <Pages>1</Pages>
  <Words>133</Words>
  <Characters>767</Characters>
  <CharactersWithSpaces>855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2024-09-26T04:51:00Z</dcterms:created>
  <dc:creator>Пользователь</dc:creator>
  <dc:description/>
  <dc:language>ru-RU</dc:language>
  <cp:lastModifiedBy/>
  <dcterms:modified xsi:type="dcterms:W3CDTF">2025-11-05T08:04:57Z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